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05" w:rsidRDefault="00F90205" w:rsidP="00F9020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F90205" w:rsidRDefault="00F90205" w:rsidP="00F9020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C4363" w:rsidRPr="006C1175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5875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</w:t>
      </w:r>
      <w:r w:rsidR="005875AB">
        <w:rPr>
          <w:rFonts w:ascii="Corbel" w:hAnsi="Corbel"/>
          <w:b/>
          <w:smallCaps/>
          <w:sz w:val="24"/>
          <w:szCs w:val="24"/>
        </w:rPr>
        <w:t>2024-2029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5875AB">
        <w:rPr>
          <w:rFonts w:ascii="Corbel" w:hAnsi="Corbel"/>
          <w:sz w:val="24"/>
          <w:szCs w:val="24"/>
        </w:rPr>
        <w:t>6</w:t>
      </w:r>
      <w:r w:rsidR="00DB42A8" w:rsidRPr="006C1175">
        <w:rPr>
          <w:rFonts w:ascii="Corbel" w:hAnsi="Corbel"/>
          <w:sz w:val="24"/>
          <w:szCs w:val="24"/>
        </w:rPr>
        <w:t>/</w:t>
      </w:r>
      <w:r w:rsidR="00154683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5875AB">
        <w:rPr>
          <w:rFonts w:ascii="Corbel" w:hAnsi="Corbel"/>
          <w:sz w:val="24"/>
          <w:szCs w:val="24"/>
        </w:rPr>
        <w:t>7</w:t>
      </w:r>
      <w:r w:rsidR="00CC4EAA" w:rsidRPr="006C1175">
        <w:rPr>
          <w:rFonts w:ascii="Corbel" w:hAnsi="Corbel"/>
          <w:sz w:val="24"/>
          <w:szCs w:val="24"/>
        </w:rPr>
        <w:t xml:space="preserve"> 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9721D1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1005" w:rsidRPr="00451005">
              <w:rPr>
                <w:rFonts w:ascii="Corbel" w:hAnsi="Corbel"/>
                <w:b w:val="0"/>
                <w:sz w:val="24"/>
                <w:szCs w:val="24"/>
              </w:rPr>
              <w:t>rof. dr hab. Liliya Morska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B90153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Katarzyna Warchoł</w:t>
            </w:r>
            <w:r w:rsidR="00F6704D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Wykł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Sem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8D24F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 xml:space="preserve">Warsztaty – </w:t>
      </w:r>
      <w:proofErr w:type="spellStart"/>
      <w:r w:rsidRPr="006C1175">
        <w:rPr>
          <w:rFonts w:ascii="Corbel" w:hAnsi="Corbel"/>
          <w:b w:val="0"/>
          <w:szCs w:val="24"/>
        </w:rPr>
        <w:t>zal</w:t>
      </w:r>
      <w:proofErr w:type="spellEnd"/>
      <w:r w:rsidRPr="006C1175">
        <w:rPr>
          <w:rFonts w:ascii="Corbel" w:hAnsi="Corbel"/>
          <w:b w:val="0"/>
          <w:szCs w:val="24"/>
        </w:rPr>
        <w:t>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</w:t>
            </w:r>
            <w:r w:rsidR="00995835" w:rsidRPr="006C1175">
              <w:rPr>
                <w:rFonts w:ascii="Corbel" w:hAnsi="Corbel"/>
                <w:b w:val="0"/>
                <w:sz w:val="24"/>
                <w:szCs w:val="24"/>
              </w:rPr>
              <w:t>i wczesnoszkolnej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>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 xml:space="preserve">umiejętności analizowania sytuacji dydaktyczno – wychowawczych oraz projektowania sposobów </w:t>
            </w:r>
            <w:r w:rsidR="00995835" w:rsidRPr="006C1175">
              <w:rPr>
                <w:rFonts w:ascii="Corbel" w:hAnsi="Corbel"/>
                <w:b w:val="0"/>
                <w:sz w:val="24"/>
                <w:szCs w:val="24"/>
              </w:rPr>
              <w:t>rozwiązywania problemów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 xml:space="preserve">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</w:t>
            </w:r>
            <w:proofErr w:type="spellEnd"/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 xml:space="preserve">w skali: 60% poprawnych odpowiedzi –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70%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80 – dobry; 85%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90 – 100% -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111E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1"/>
      </w:tblGrid>
      <w:tr w:rsidR="00D66DE8" w:rsidRPr="006C1175" w:rsidTr="00895D68">
        <w:trPr>
          <w:trHeight w:val="397"/>
        </w:trPr>
        <w:tc>
          <w:tcPr>
            <w:tcW w:w="9491" w:type="dxa"/>
          </w:tcPr>
          <w:p w:rsidR="00D66DE8" w:rsidRPr="006C1175" w:rsidRDefault="00D66DE8" w:rsidP="00895D6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66DE8" w:rsidRPr="006C1175" w:rsidRDefault="00D66DE8" w:rsidP="00D66DE8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D66DE8" w:rsidRPr="006C1175" w:rsidRDefault="00D66DE8" w:rsidP="00D66DE8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D66DE8" w:rsidRPr="006C1175" w:rsidRDefault="00D66DE8" w:rsidP="00D66DE8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D66DE8" w:rsidRPr="006C1175" w:rsidRDefault="00D66DE8" w:rsidP="00D66DE8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D66DE8" w:rsidRPr="00651CBC" w:rsidRDefault="00D66DE8" w:rsidP="00D66DE8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65F2">
              <w:rPr>
                <w:rFonts w:ascii="Corbel" w:hAnsi="Corbel"/>
                <w:sz w:val="24"/>
                <w:szCs w:val="24"/>
              </w:rPr>
              <w:t>Jakubowicz-Bryx</w:t>
            </w:r>
            <w:proofErr w:type="spellEnd"/>
            <w:r w:rsidRPr="007365F2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7365F2">
              <w:rPr>
                <w:rFonts w:ascii="Corbel" w:hAnsi="Corbel"/>
                <w:sz w:val="24"/>
                <w:szCs w:val="24"/>
              </w:rPr>
              <w:t>Sobieszczyk</w:t>
            </w:r>
            <w:proofErr w:type="spellEnd"/>
            <w:r w:rsidRPr="007365F2">
              <w:rPr>
                <w:rFonts w:ascii="Corbel" w:hAnsi="Corbel"/>
                <w:sz w:val="24"/>
                <w:szCs w:val="24"/>
              </w:rPr>
              <w:t xml:space="preserve"> M., Wojciechowska K. (2022), Pedagogika przedszkolna i wczesnoszkolna we współczesnej przestrzeni społecznej. Wybrane aspekty. Bydgoszcz, Wydawnictwo Uniwersytetu Kazimierza Wielkiego.</w:t>
            </w:r>
          </w:p>
        </w:tc>
      </w:tr>
      <w:tr w:rsidR="00D66DE8" w:rsidRPr="006C1175" w:rsidTr="00895D68">
        <w:trPr>
          <w:trHeight w:val="397"/>
        </w:trPr>
        <w:tc>
          <w:tcPr>
            <w:tcW w:w="9491" w:type="dxa"/>
          </w:tcPr>
          <w:p w:rsidR="00D66DE8" w:rsidRPr="006C1175" w:rsidRDefault="00D66DE8" w:rsidP="00895D6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66DE8" w:rsidRPr="006C1175" w:rsidRDefault="00D66DE8" w:rsidP="00D66DE8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przedszkolu, Bliżej przedszkola</w:t>
            </w:r>
          </w:p>
          <w:p w:rsidR="00D66DE8" w:rsidRPr="006C1175" w:rsidRDefault="00D66DE8" w:rsidP="00D66DE8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D66DE8" w:rsidRPr="006C1175" w:rsidRDefault="00D66DE8" w:rsidP="00D66DE8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D66DE8" w:rsidRPr="006C1175" w:rsidRDefault="00D66DE8" w:rsidP="00D66DE8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D66DE8" w:rsidRPr="006C1175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:rsidR="00D66DE8" w:rsidRDefault="00D66DE8" w:rsidP="00D66DE8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  <w:p w:rsidR="00D66DE8" w:rsidRDefault="00D66DE8" w:rsidP="00D66DE8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C117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D66DE8" w:rsidRPr="00945120" w:rsidRDefault="00D66DE8" w:rsidP="00945120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Szczepska-Pustkowska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, Warszawa 2009.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500" w:rsidRDefault="00BB3500" w:rsidP="00C16ABF">
      <w:pPr>
        <w:spacing w:after="0" w:line="240" w:lineRule="auto"/>
      </w:pPr>
      <w:r>
        <w:separator/>
      </w:r>
    </w:p>
  </w:endnote>
  <w:endnote w:type="continuationSeparator" w:id="0">
    <w:p w:rsidR="00BB3500" w:rsidRDefault="00BB35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500" w:rsidRDefault="00BB3500" w:rsidP="00C16ABF">
      <w:pPr>
        <w:spacing w:after="0" w:line="240" w:lineRule="auto"/>
      </w:pPr>
      <w:r>
        <w:separator/>
      </w:r>
    </w:p>
  </w:footnote>
  <w:footnote w:type="continuationSeparator" w:id="0">
    <w:p w:rsidR="00BB3500" w:rsidRDefault="00BB350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0C60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1ED7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0990"/>
    <w:rsid w:val="00153C41"/>
    <w:rsid w:val="00154381"/>
    <w:rsid w:val="00154683"/>
    <w:rsid w:val="00163D17"/>
    <w:rsid w:val="001640A7"/>
    <w:rsid w:val="00164FA7"/>
    <w:rsid w:val="00166786"/>
    <w:rsid w:val="00166A03"/>
    <w:rsid w:val="001671F7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38DF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4BC8"/>
    <w:rsid w:val="004362C6"/>
    <w:rsid w:val="00437FA2"/>
    <w:rsid w:val="00445970"/>
    <w:rsid w:val="00451005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0CC8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875AB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003B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364D2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3D24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B0F3C"/>
    <w:rsid w:val="008C0CC0"/>
    <w:rsid w:val="008C19A9"/>
    <w:rsid w:val="008C379D"/>
    <w:rsid w:val="008C5147"/>
    <w:rsid w:val="008C5359"/>
    <w:rsid w:val="008C5363"/>
    <w:rsid w:val="008D24FC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31198"/>
    <w:rsid w:val="00941071"/>
    <w:rsid w:val="00945120"/>
    <w:rsid w:val="009508DF"/>
    <w:rsid w:val="00950DAC"/>
    <w:rsid w:val="00954A07"/>
    <w:rsid w:val="0097076D"/>
    <w:rsid w:val="009716EE"/>
    <w:rsid w:val="009721D1"/>
    <w:rsid w:val="009755D3"/>
    <w:rsid w:val="00990198"/>
    <w:rsid w:val="00992F4A"/>
    <w:rsid w:val="00995835"/>
    <w:rsid w:val="00997F14"/>
    <w:rsid w:val="009A1D19"/>
    <w:rsid w:val="009A78D9"/>
    <w:rsid w:val="009B051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5F8D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46D1"/>
    <w:rsid w:val="00AE5FCB"/>
    <w:rsid w:val="00AF2C1E"/>
    <w:rsid w:val="00AF53F9"/>
    <w:rsid w:val="00AF7A77"/>
    <w:rsid w:val="00B01073"/>
    <w:rsid w:val="00B06142"/>
    <w:rsid w:val="00B135B1"/>
    <w:rsid w:val="00B3130B"/>
    <w:rsid w:val="00B40ADB"/>
    <w:rsid w:val="00B41173"/>
    <w:rsid w:val="00B42E4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153"/>
    <w:rsid w:val="00B90885"/>
    <w:rsid w:val="00B9637A"/>
    <w:rsid w:val="00BB3500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C6373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66DE8"/>
    <w:rsid w:val="00D70696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43223"/>
    <w:rsid w:val="00E4505D"/>
    <w:rsid w:val="00E51E44"/>
    <w:rsid w:val="00E54A8C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2115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0205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CBD8A-E3CA-4796-A899-43AEC24E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1195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2024-09-10T16:41:00Z</dcterms:created>
  <dcterms:modified xsi:type="dcterms:W3CDTF">2024-09-10T16:44:00Z</dcterms:modified>
</cp:coreProperties>
</file>